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73208D" w14:textId="77777777" w:rsidR="00F662B1" w:rsidRDefault="0071620A" w:rsidP="00F662B1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662B1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7715D6DA" w14:textId="5BFC69C9" w:rsidR="0085747A" w:rsidRPr="003D0BF1" w:rsidRDefault="0085747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</w:p>
    <w:p w14:paraId="6A743604" w14:textId="70FE505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F662B1">
        <w:rPr>
          <w:rFonts w:ascii="Corbel" w:hAnsi="Corbel"/>
          <w:sz w:val="20"/>
          <w:szCs w:val="20"/>
        </w:rPr>
        <w:t>0</w:t>
      </w:r>
      <w:r w:rsidR="008C7B12">
        <w:rPr>
          <w:rFonts w:ascii="Corbel" w:hAnsi="Corbel"/>
          <w:sz w:val="20"/>
          <w:szCs w:val="20"/>
        </w:rPr>
        <w:t>/202</w:t>
      </w:r>
      <w:r w:rsidR="00F662B1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83332B" w:rsidR="0085747A" w:rsidRPr="009C54AE" w:rsidRDefault="0080303E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D01269D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277652E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F7009AF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0E37652D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591EA" w14:textId="77777777" w:rsidR="008A48C6" w:rsidRDefault="008A48C6" w:rsidP="00C16ABF">
      <w:pPr>
        <w:spacing w:after="0" w:line="240" w:lineRule="auto"/>
      </w:pPr>
      <w:r>
        <w:separator/>
      </w:r>
    </w:p>
  </w:endnote>
  <w:endnote w:type="continuationSeparator" w:id="0">
    <w:p w14:paraId="736687CE" w14:textId="77777777" w:rsidR="008A48C6" w:rsidRDefault="008A48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62A6A" w14:textId="77777777" w:rsidR="008A48C6" w:rsidRDefault="008A48C6" w:rsidP="00C16ABF">
      <w:pPr>
        <w:spacing w:after="0" w:line="240" w:lineRule="auto"/>
      </w:pPr>
      <w:r>
        <w:separator/>
      </w:r>
    </w:p>
  </w:footnote>
  <w:footnote w:type="continuationSeparator" w:id="0">
    <w:p w14:paraId="5667C709" w14:textId="77777777" w:rsidR="008A48C6" w:rsidRDefault="008A48C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B0FB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95A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28B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3E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48C6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D6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19B7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662B1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400FA-91AE-450C-9404-5664D7EF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34</cp:revision>
  <cp:lastPrinted>2019-02-06T12:12:00Z</cp:lastPrinted>
  <dcterms:created xsi:type="dcterms:W3CDTF">2020-10-14T08:35:00Z</dcterms:created>
  <dcterms:modified xsi:type="dcterms:W3CDTF">2021-11-08T07:51:00Z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